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D7B" w:rsidRDefault="00994D7B" w:rsidP="00F51822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Functional Skills Maths</w:t>
      </w:r>
      <w:r>
        <w:rPr>
          <w:rFonts w:ascii="Verdana" w:hAnsi="Verdana"/>
          <w:sz w:val="28"/>
          <w:szCs w:val="28"/>
        </w:rPr>
        <w:t xml:space="preserve"> Set 2</w:t>
      </w:r>
      <w:r w:rsidRPr="00173D67">
        <w:rPr>
          <w:rFonts w:ascii="Verdana" w:hAnsi="Verdana"/>
          <w:sz w:val="28"/>
          <w:szCs w:val="28"/>
        </w:rPr>
        <w:t xml:space="preserve"> </w:t>
      </w:r>
      <w:proofErr w:type="gramStart"/>
      <w:r w:rsidRPr="00173D67">
        <w:rPr>
          <w:rFonts w:ascii="Verdana" w:hAnsi="Verdana"/>
          <w:sz w:val="28"/>
          <w:szCs w:val="28"/>
        </w:rPr>
        <w:t>Entry</w:t>
      </w:r>
      <w:proofErr w:type="gramEnd"/>
      <w:r w:rsidRPr="00173D67">
        <w:rPr>
          <w:rFonts w:ascii="Verdana" w:hAnsi="Verdana"/>
          <w:sz w:val="28"/>
          <w:szCs w:val="28"/>
        </w:rPr>
        <w:t xml:space="preserve"> 1:</w:t>
      </w:r>
      <w:r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bCs/>
          <w:sz w:val="26"/>
          <w:szCs w:val="26"/>
        </w:rPr>
        <w:t xml:space="preserve">Sept 16 to Aug </w:t>
      </w:r>
      <w:r w:rsidRPr="007163A7">
        <w:rPr>
          <w:rFonts w:ascii="Verdana" w:hAnsi="Verdana"/>
          <w:bCs/>
          <w:sz w:val="26"/>
          <w:szCs w:val="26"/>
        </w:rPr>
        <w:t>17</w:t>
      </w:r>
    </w:p>
    <w:p w:rsidR="00F51822" w:rsidRPr="00173D67" w:rsidRDefault="00F51822" w:rsidP="00F51822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994D7B" w:rsidRPr="001B6478" w:rsidRDefault="00994D7B" w:rsidP="00994D7B">
      <w:pPr>
        <w:pStyle w:val="bodyheader"/>
        <w:rPr>
          <w:rFonts w:ascii="Verdana" w:hAnsi="Verdana"/>
          <w:sz w:val="20"/>
          <w:szCs w:val="20"/>
        </w:rPr>
      </w:pPr>
      <w:r w:rsidRPr="001B6478">
        <w:rPr>
          <w:rFonts w:ascii="Verdana" w:hAnsi="Verdana"/>
          <w:sz w:val="20"/>
          <w:szCs w:val="20"/>
        </w:rPr>
        <w:t>Please complete the following 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B6478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B6478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1B6478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B6478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B6478" w:rsidRDefault="00AA18AE" w:rsidP="00F51822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B6478"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B6478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B6478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B6478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B6478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1B6478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B6478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B6478" w:rsidRDefault="00994D7B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1B6478">
              <w:rPr>
                <w:rStyle w:val="bodyheaderChar"/>
                <w:rFonts w:ascii="Verdana" w:hAnsi="Verdana"/>
                <w:sz w:val="20"/>
                <w:szCs w:val="20"/>
              </w:rPr>
              <w:t>Candidate</w:t>
            </w:r>
            <w:r w:rsidR="00AA18AE" w:rsidRPr="001B6478">
              <w:rPr>
                <w:rStyle w:val="bodyheaderChar"/>
                <w:rFonts w:ascii="Verdana" w:hAnsi="Verdana"/>
                <w:sz w:val="20"/>
                <w:szCs w:val="20"/>
              </w:rPr>
              <w:t xml:space="preserve"> n</w:t>
            </w:r>
            <w:r w:rsidR="00BE1E47" w:rsidRPr="001B6478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B6478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B6478" w:rsidRDefault="00D43ABB" w:rsidP="00BE1E47">
      <w:pPr>
        <w:pStyle w:val="Bodytext0"/>
        <w:rPr>
          <w:rFonts w:ascii="Verdana" w:hAnsi="Verdana"/>
          <w:szCs w:val="20"/>
        </w:rPr>
      </w:pPr>
      <w:r w:rsidRPr="001B6478">
        <w:rPr>
          <w:rFonts w:ascii="Verdana" w:hAnsi="Verdana"/>
          <w:szCs w:val="20"/>
        </w:rPr>
        <w:t xml:space="preserve"> </w:t>
      </w:r>
    </w:p>
    <w:p w:rsidR="00BE1E47" w:rsidRPr="001B6478" w:rsidRDefault="00994D7B" w:rsidP="00BE1E47">
      <w:pPr>
        <w:pStyle w:val="Bodytext0"/>
        <w:rPr>
          <w:rFonts w:ascii="Verdana" w:hAnsi="Verdana"/>
          <w:szCs w:val="20"/>
        </w:rPr>
      </w:pPr>
      <w:r w:rsidRPr="001B6478">
        <w:rPr>
          <w:rFonts w:ascii="Verdana" w:hAnsi="Verdana"/>
          <w:color w:val="222222"/>
          <w:szCs w:val="20"/>
          <w:shd w:val="clear" w:color="auto" w:fill="FFFFFF"/>
        </w:rPr>
        <w:t>The learner</w:t>
      </w:r>
      <w:r w:rsidR="004A0DEB" w:rsidRPr="001B6478">
        <w:rPr>
          <w:rFonts w:ascii="Verdana" w:hAnsi="Verdana"/>
          <w:color w:val="222222"/>
          <w:szCs w:val="20"/>
          <w:shd w:val="clear" w:color="auto" w:fill="FFFFFF"/>
        </w:rPr>
        <w:t> must complete all sections in the workbook at E</w:t>
      </w:r>
      <w:r w:rsidRPr="001B6478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 w:rsidR="004A0DEB" w:rsidRPr="001B6478">
        <w:rPr>
          <w:rFonts w:ascii="Verdana" w:hAnsi="Verdana"/>
          <w:color w:val="222222"/>
          <w:szCs w:val="20"/>
          <w:shd w:val="clear" w:color="auto" w:fill="FFFFFF"/>
        </w:rPr>
        <w:t>1</w:t>
      </w:r>
      <w:r w:rsidR="00C57ED1" w:rsidRPr="001B6478">
        <w:rPr>
          <w:rFonts w:ascii="Verdana" w:hAnsi="Verdana"/>
          <w:szCs w:val="20"/>
        </w:rPr>
        <w:t>. The c</w:t>
      </w:r>
      <w:r w:rsidR="00BE1E47" w:rsidRPr="001B6478">
        <w:rPr>
          <w:rFonts w:ascii="Verdana" w:hAnsi="Verdana"/>
          <w:szCs w:val="20"/>
        </w:rPr>
        <w:t xml:space="preserve">ompleted </w:t>
      </w:r>
      <w:r w:rsidR="00AA18AE" w:rsidRPr="001B6478">
        <w:rPr>
          <w:rFonts w:ascii="Verdana" w:hAnsi="Verdana"/>
          <w:szCs w:val="20"/>
        </w:rPr>
        <w:t>workbook</w:t>
      </w:r>
      <w:r w:rsidR="00BE1E47" w:rsidRPr="001B6478">
        <w:rPr>
          <w:rFonts w:ascii="Verdana" w:hAnsi="Verdana"/>
          <w:szCs w:val="20"/>
        </w:rPr>
        <w:t xml:space="preserve"> must be attached to this record sheet.</w:t>
      </w:r>
      <w:r w:rsidR="00B43C41" w:rsidRPr="001B6478">
        <w:rPr>
          <w:rFonts w:ascii="Verdana" w:hAnsi="Verdana"/>
          <w:szCs w:val="20"/>
        </w:rPr>
        <w:t xml:space="preserve"> </w:t>
      </w:r>
    </w:p>
    <w:p w:rsidR="00BE1E47" w:rsidRPr="001B6478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2718"/>
        <w:gridCol w:w="513"/>
      </w:tblGrid>
      <w:tr w:rsidR="00BE1E47" w:rsidRPr="001B6478" w:rsidTr="00FE5D5D">
        <w:tc>
          <w:tcPr>
            <w:tcW w:w="9576" w:type="dxa"/>
            <w:gridSpan w:val="4"/>
          </w:tcPr>
          <w:p w:rsidR="00BE1E47" w:rsidRPr="001B6478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1B6478"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B6478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B6478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Pr="001B6478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1B6478"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B6478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1B6478">
              <w:rPr>
                <w:rFonts w:ascii="Verdana" w:hAnsi="Verdana"/>
                <w:sz w:val="20"/>
                <w:szCs w:val="20"/>
              </w:rPr>
              <w:t>M</w:t>
            </w:r>
            <w:r w:rsidR="00BE1E47" w:rsidRPr="001B6478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B6478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B6478">
              <w:rPr>
                <w:rFonts w:ascii="Verdana" w:hAnsi="Verdana"/>
                <w:sz w:val="20"/>
                <w:szCs w:val="20"/>
              </w:rPr>
              <w:t>/</w:t>
            </w:r>
            <w:r w:rsidR="00926113" w:rsidRPr="001B6478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Pr="001B6478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1B6478"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B6478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B6478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1B6478">
              <w:rPr>
                <w:rFonts w:ascii="Verdana" w:hAnsi="Verdana"/>
                <w:sz w:val="20"/>
                <w:szCs w:val="20"/>
              </w:rPr>
              <w:t>M</w:t>
            </w:r>
            <w:r w:rsidR="00BE1E47" w:rsidRPr="001B6478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B6478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B6478">
              <w:rPr>
                <w:rFonts w:ascii="Verdana" w:hAnsi="Verdana"/>
                <w:sz w:val="20"/>
                <w:szCs w:val="20"/>
              </w:rPr>
              <w:t>/</w:t>
            </w:r>
            <w:r w:rsidR="00926113" w:rsidRPr="001B6478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231" w:type="dxa"/>
            <w:gridSpan w:val="2"/>
          </w:tcPr>
          <w:p w:rsidR="00BE1E47" w:rsidRPr="001B6478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BE1E47" w:rsidRPr="001B6478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B6478" w:rsidRDefault="00BE1E47" w:rsidP="002E3089">
            <w:pPr>
              <w:pStyle w:val="Bodytext0"/>
              <w:rPr>
                <w:rFonts w:ascii="Verdana" w:hAnsi="Verdana"/>
                <w:szCs w:val="20"/>
              </w:rPr>
            </w:pPr>
            <w:r w:rsidRPr="001B6478">
              <w:rPr>
                <w:rFonts w:ascii="Verdana" w:hAnsi="Verdana"/>
                <w:szCs w:val="20"/>
              </w:rPr>
              <w:t>The pass</w:t>
            </w:r>
            <w:r w:rsidR="004E1071" w:rsidRPr="001B6478">
              <w:rPr>
                <w:rFonts w:ascii="Verdana" w:hAnsi="Verdana"/>
                <w:szCs w:val="20"/>
              </w:rPr>
              <w:t xml:space="preserve"> percentage is 75%. To pass at E</w:t>
            </w:r>
            <w:r w:rsidRPr="001B6478">
              <w:rPr>
                <w:rFonts w:ascii="Verdana" w:hAnsi="Verdana"/>
                <w:szCs w:val="20"/>
              </w:rPr>
              <w:t>ntry 1 the learner must score at least 12 marks out of the available 16.</w:t>
            </w:r>
          </w:p>
        </w:tc>
        <w:tc>
          <w:tcPr>
            <w:tcW w:w="3231" w:type="dxa"/>
            <w:gridSpan w:val="2"/>
          </w:tcPr>
          <w:p w:rsidR="00BE1E47" w:rsidRPr="001B6478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B6478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B6478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B6478">
              <w:rPr>
                <w:rFonts w:ascii="Verdana" w:hAnsi="Verdana"/>
                <w:sz w:val="20"/>
                <w:szCs w:val="20"/>
              </w:rPr>
              <w:t>/16</w:t>
            </w:r>
          </w:p>
        </w:tc>
      </w:tr>
      <w:tr w:rsidR="00994D7B" w:rsidRPr="001B6478" w:rsidTr="00194EA3">
        <w:tblPrEx>
          <w:tbl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  <w:insideH w:val="single" w:sz="8" w:space="0" w:color="999999"/>
            <w:insideV w:val="single" w:sz="8" w:space="0" w:color="999999"/>
          </w:tblBorders>
        </w:tblPrEx>
        <w:tc>
          <w:tcPr>
            <w:tcW w:w="9063" w:type="dxa"/>
            <w:gridSpan w:val="3"/>
            <w:tcMar>
              <w:top w:w="85" w:type="dxa"/>
              <w:bottom w:w="28" w:type="dxa"/>
            </w:tcMar>
          </w:tcPr>
          <w:p w:rsidR="00994D7B" w:rsidRPr="001B6478" w:rsidRDefault="00994D7B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B6478">
              <w:rPr>
                <w:rFonts w:ascii="Verdana" w:hAnsi="Verdana"/>
                <w:b/>
                <w:szCs w:val="20"/>
              </w:rPr>
              <w:t>Please tick box if the learner has achieved Entry 1</w:t>
            </w:r>
          </w:p>
        </w:tc>
        <w:tc>
          <w:tcPr>
            <w:tcW w:w="513" w:type="dxa"/>
            <w:tcMar>
              <w:top w:w="85" w:type="dxa"/>
              <w:bottom w:w="28" w:type="dxa"/>
            </w:tcMar>
          </w:tcPr>
          <w:p w:rsidR="00994D7B" w:rsidRPr="001B6478" w:rsidRDefault="00994D7B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B6478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B6478">
              <w:rPr>
                <w:rFonts w:ascii="Verdana" w:hAnsi="Verdana"/>
                <w:szCs w:val="20"/>
              </w:rPr>
              <w:instrText xml:space="preserve"> FORMCHECKBOX </w:instrText>
            </w:r>
            <w:r w:rsidR="001B6478" w:rsidRPr="001B6478">
              <w:rPr>
                <w:rFonts w:ascii="Verdana" w:hAnsi="Verdana"/>
                <w:szCs w:val="20"/>
              </w:rPr>
            </w:r>
            <w:r w:rsidR="001B6478" w:rsidRPr="001B6478">
              <w:rPr>
                <w:rFonts w:ascii="Verdana" w:hAnsi="Verdana"/>
                <w:szCs w:val="20"/>
              </w:rPr>
              <w:fldChar w:fldCharType="separate"/>
            </w:r>
            <w:r w:rsidRPr="001B6478">
              <w:rPr>
                <w:rFonts w:ascii="Verdana" w:hAnsi="Verdana"/>
                <w:szCs w:val="20"/>
              </w:rPr>
              <w:fldChar w:fldCharType="end"/>
            </w:r>
          </w:p>
        </w:tc>
      </w:tr>
    </w:tbl>
    <w:p w:rsidR="00BE1E47" w:rsidRPr="001B6478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571"/>
      </w:tblGrid>
      <w:tr w:rsidR="00BE1E47" w:rsidRPr="001B6478" w:rsidTr="00FE5D5D">
        <w:trPr>
          <w:trHeight w:val="804"/>
        </w:trPr>
        <w:tc>
          <w:tcPr>
            <w:tcW w:w="9571" w:type="dxa"/>
            <w:tcMar>
              <w:top w:w="85" w:type="dxa"/>
              <w:bottom w:w="28" w:type="dxa"/>
            </w:tcMar>
          </w:tcPr>
          <w:p w:rsidR="00994D7B" w:rsidRPr="001B6478" w:rsidRDefault="00994D7B" w:rsidP="00994D7B">
            <w:pPr>
              <w:pStyle w:val="Bodytext0"/>
              <w:rPr>
                <w:rFonts w:ascii="Verdana" w:hAnsi="Verdana"/>
                <w:szCs w:val="20"/>
              </w:rPr>
            </w:pPr>
            <w:r w:rsidRPr="001B6478">
              <w:rPr>
                <w:rFonts w:ascii="Verdana" w:hAnsi="Verdana"/>
                <w:szCs w:val="20"/>
              </w:rPr>
              <w:t>Give details of any assistance provided to the learner during the assessment.</w:t>
            </w:r>
          </w:p>
          <w:p w:rsidR="004A0DEB" w:rsidRPr="001B647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B647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  <w:bookmarkStart w:id="0" w:name="_GoBack"/>
            <w:bookmarkEnd w:id="0"/>
          </w:p>
          <w:p w:rsidR="004A0DEB" w:rsidRPr="001B647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B647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B647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B647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B647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B647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B647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B647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B6478" w:rsidRDefault="00994D7B" w:rsidP="004A0DEB">
            <w:pPr>
              <w:pStyle w:val="Bodytext0"/>
              <w:rPr>
                <w:rFonts w:ascii="Verdana" w:hAnsi="Verdana"/>
                <w:szCs w:val="20"/>
              </w:rPr>
            </w:pPr>
            <w:r w:rsidRPr="001B6478">
              <w:rPr>
                <w:rFonts w:ascii="Verdana" w:hAnsi="Verdana"/>
                <w:szCs w:val="20"/>
              </w:rPr>
              <w:t>(</w:t>
            </w:r>
            <w:proofErr w:type="gramStart"/>
            <w:r w:rsidRPr="001B6478">
              <w:rPr>
                <w:rFonts w:ascii="Verdana" w:hAnsi="Verdana"/>
                <w:szCs w:val="20"/>
              </w:rPr>
              <w:t>attach</w:t>
            </w:r>
            <w:proofErr w:type="gramEnd"/>
            <w:r w:rsidRPr="001B6478">
              <w:rPr>
                <w:rFonts w:ascii="Verdana" w:hAnsi="Verdana"/>
                <w:szCs w:val="20"/>
              </w:rPr>
              <w:t xml:space="preserve"> another page if you wish to make additional comments).</w:t>
            </w:r>
          </w:p>
        </w:tc>
      </w:tr>
    </w:tbl>
    <w:p w:rsidR="00BE1E47" w:rsidRPr="001B6478" w:rsidRDefault="00BE1E47" w:rsidP="00BE1E47">
      <w:pPr>
        <w:rPr>
          <w:szCs w:val="20"/>
        </w:rPr>
      </w:pPr>
    </w:p>
    <w:p w:rsidR="00BE1E47" w:rsidRPr="001B6478" w:rsidRDefault="00BE1E47" w:rsidP="00BE1E47">
      <w:pPr>
        <w:rPr>
          <w:szCs w:val="20"/>
        </w:rPr>
      </w:pPr>
      <w:r w:rsidRPr="001B6478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B6478" w:rsidRDefault="00BE1E47" w:rsidP="00BE1E47">
      <w:pPr>
        <w:rPr>
          <w:szCs w:val="20"/>
        </w:rPr>
      </w:pPr>
    </w:p>
    <w:p w:rsidR="00BE1E47" w:rsidRPr="001B6478" w:rsidRDefault="00F9443F" w:rsidP="00BE1E47">
      <w:pPr>
        <w:rPr>
          <w:szCs w:val="20"/>
        </w:rPr>
      </w:pPr>
      <w:r w:rsidRPr="001B6478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34F1EFE" wp14:editId="1D64DDE4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  <w:r w:rsidR="00112B11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  <w:r w:rsidR="00112B11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Pr="001B6478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A14666" wp14:editId="63169756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  <w:r w:rsidR="00112B11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  <w:r w:rsidR="00112B11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B6478" w:rsidRDefault="00BE1E47" w:rsidP="00BE1E47">
      <w:pPr>
        <w:rPr>
          <w:szCs w:val="20"/>
        </w:rPr>
      </w:pPr>
    </w:p>
    <w:p w:rsidR="00BE1E47" w:rsidRPr="001B6478" w:rsidRDefault="00BE1E47" w:rsidP="00BE1E47">
      <w:pPr>
        <w:rPr>
          <w:szCs w:val="20"/>
        </w:rPr>
      </w:pPr>
    </w:p>
    <w:p w:rsidR="00BE1E47" w:rsidRPr="001B6478" w:rsidRDefault="00BE1E47" w:rsidP="00BE1E47">
      <w:pPr>
        <w:rPr>
          <w:szCs w:val="20"/>
        </w:rPr>
      </w:pPr>
    </w:p>
    <w:p w:rsidR="00BE1E47" w:rsidRPr="001B6478" w:rsidRDefault="00BE1E47" w:rsidP="00BE1E47">
      <w:pPr>
        <w:rPr>
          <w:szCs w:val="20"/>
        </w:rPr>
      </w:pPr>
    </w:p>
    <w:p w:rsidR="00994D7B" w:rsidRPr="001B6478" w:rsidRDefault="00994D7B" w:rsidP="00BE1E47">
      <w:pPr>
        <w:rPr>
          <w:szCs w:val="20"/>
        </w:rPr>
      </w:pPr>
    </w:p>
    <w:p w:rsidR="00BE1E47" w:rsidRPr="001B6478" w:rsidRDefault="00F9443F" w:rsidP="00BE1E47">
      <w:pPr>
        <w:rPr>
          <w:szCs w:val="20"/>
        </w:rPr>
      </w:pPr>
      <w:r w:rsidRPr="001B6478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8A7BD" wp14:editId="6B07F445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  <w:r w:rsidR="00112B11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  <w:r w:rsidR="00112B11">
                        <w:rPr>
                          <w:b/>
                          <w:szCs w:val="20"/>
                        </w:rPr>
                        <w:t>: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 w:rsidRPr="001B6478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32E996" wp14:editId="5B37F655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  <w:r w:rsidR="00112B11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 xml:space="preserve">Learner </w:t>
                      </w:r>
                      <w:r w:rsidRPr="004D4BA4">
                        <w:rPr>
                          <w:b/>
                          <w:szCs w:val="20"/>
                        </w:rPr>
                        <w:t>name</w:t>
                      </w:r>
                      <w:r w:rsidR="00112B11">
                        <w:rPr>
                          <w:b/>
                          <w:szCs w:val="20"/>
                        </w:rPr>
                        <w:t>: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BE1E47" w:rsidRPr="001B6478">
        <w:rPr>
          <w:szCs w:val="20"/>
        </w:rPr>
        <w:t>I confirm that this is my own work</w:t>
      </w:r>
      <w:r w:rsidR="00AA18AE" w:rsidRPr="001B6478">
        <w:rPr>
          <w:szCs w:val="20"/>
        </w:rPr>
        <w:t>.</w:t>
      </w:r>
    </w:p>
    <w:p w:rsidR="00994D7B" w:rsidRPr="001B6478" w:rsidRDefault="00994D7B" w:rsidP="00BE1E47">
      <w:pPr>
        <w:rPr>
          <w:szCs w:val="20"/>
        </w:rPr>
      </w:pPr>
    </w:p>
    <w:p w:rsidR="00994D7B" w:rsidRPr="001B6478" w:rsidRDefault="00994D7B" w:rsidP="00BE1E47">
      <w:pPr>
        <w:rPr>
          <w:szCs w:val="20"/>
        </w:rPr>
      </w:pPr>
    </w:p>
    <w:p w:rsidR="00994D7B" w:rsidRPr="001B6478" w:rsidRDefault="00994D7B" w:rsidP="00BE1E47">
      <w:pPr>
        <w:rPr>
          <w:szCs w:val="20"/>
        </w:rPr>
      </w:pPr>
    </w:p>
    <w:p w:rsidR="00994D7B" w:rsidRPr="001B6478" w:rsidRDefault="00994D7B" w:rsidP="00BE1E47">
      <w:pPr>
        <w:rPr>
          <w:szCs w:val="20"/>
        </w:rPr>
      </w:pPr>
    </w:p>
    <w:p w:rsidR="00994D7B" w:rsidRPr="001B6478" w:rsidRDefault="00994D7B" w:rsidP="00BE1E47">
      <w:pPr>
        <w:rPr>
          <w:szCs w:val="20"/>
        </w:rPr>
      </w:pPr>
    </w:p>
    <w:p w:rsidR="00994D7B" w:rsidRPr="001B6478" w:rsidRDefault="00994D7B" w:rsidP="00BE1E47">
      <w:pPr>
        <w:rPr>
          <w:szCs w:val="20"/>
        </w:rPr>
      </w:pPr>
    </w:p>
    <w:p w:rsidR="00994D7B" w:rsidRDefault="00994D7B" w:rsidP="00994D7B">
      <w:pPr>
        <w:tabs>
          <w:tab w:val="right" w:pos="9752"/>
        </w:tabs>
        <w:rPr>
          <w:szCs w:val="20"/>
        </w:rPr>
      </w:pPr>
      <w:r w:rsidRPr="001B6478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F208BA" wp14:editId="3C4585FC">
                <wp:simplePos x="0" y="0"/>
                <wp:positionH relativeFrom="column">
                  <wp:posOffset>5429885</wp:posOffset>
                </wp:positionH>
                <wp:positionV relativeFrom="paragraph">
                  <wp:posOffset>1905</wp:posOffset>
                </wp:positionV>
                <wp:extent cx="222885" cy="212725"/>
                <wp:effectExtent l="10160" t="11430" r="5080" b="139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D7B" w:rsidRDefault="00994D7B" w:rsidP="00994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427.55pt;margin-top:.15pt;width:17.55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">
                <v:textbox>
                  <w:txbxContent>
                    <w:p w:rsidR="00994D7B" w:rsidRDefault="00994D7B" w:rsidP="00994D7B"/>
                  </w:txbxContent>
                </v:textbox>
              </v:shape>
            </w:pict>
          </mc:Fallback>
        </mc:AlternateContent>
      </w:r>
      <w:r w:rsidRPr="001B6478">
        <w:rPr>
          <w:szCs w:val="20"/>
        </w:rPr>
        <w:t>Please tick if you are not happy for your work to be used by Pearson for training.</w:t>
      </w:r>
    </w:p>
    <w:p w:rsidR="00994D7B" w:rsidRPr="00173D67" w:rsidRDefault="00994D7B" w:rsidP="00BE1E47">
      <w:pPr>
        <w:rPr>
          <w:szCs w:val="20"/>
        </w:rPr>
      </w:pP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0B0" w:rsidRDefault="005F20B0">
      <w:r>
        <w:separator/>
      </w:r>
    </w:p>
  </w:endnote>
  <w:endnote w:type="continuationSeparator" w:id="0">
    <w:p w:rsidR="005F20B0" w:rsidRDefault="005F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0B0" w:rsidRDefault="005F20B0">
      <w:r>
        <w:separator/>
      </w:r>
    </w:p>
  </w:footnote>
  <w:footnote w:type="continuationSeparator" w:id="0">
    <w:p w:rsidR="005F20B0" w:rsidRDefault="005F2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33766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12B11"/>
    <w:rsid w:val="001249BD"/>
    <w:rsid w:val="00133F93"/>
    <w:rsid w:val="00134EFB"/>
    <w:rsid w:val="00137ED5"/>
    <w:rsid w:val="00140458"/>
    <w:rsid w:val="001451FE"/>
    <w:rsid w:val="0014781F"/>
    <w:rsid w:val="00170D4B"/>
    <w:rsid w:val="00173D67"/>
    <w:rsid w:val="001B6478"/>
    <w:rsid w:val="001D064E"/>
    <w:rsid w:val="001F20F2"/>
    <w:rsid w:val="001F3654"/>
    <w:rsid w:val="0020098C"/>
    <w:rsid w:val="00201A13"/>
    <w:rsid w:val="0022090A"/>
    <w:rsid w:val="00234823"/>
    <w:rsid w:val="0023783A"/>
    <w:rsid w:val="002470F4"/>
    <w:rsid w:val="002922B6"/>
    <w:rsid w:val="002B0972"/>
    <w:rsid w:val="002B0F7B"/>
    <w:rsid w:val="002E3089"/>
    <w:rsid w:val="0031094B"/>
    <w:rsid w:val="003221CA"/>
    <w:rsid w:val="0032499B"/>
    <w:rsid w:val="003251A1"/>
    <w:rsid w:val="003335D6"/>
    <w:rsid w:val="00333E4D"/>
    <w:rsid w:val="00341056"/>
    <w:rsid w:val="00366399"/>
    <w:rsid w:val="00373CAF"/>
    <w:rsid w:val="00377E6C"/>
    <w:rsid w:val="003824FC"/>
    <w:rsid w:val="0038550A"/>
    <w:rsid w:val="00393A26"/>
    <w:rsid w:val="003A7887"/>
    <w:rsid w:val="003C31A5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16DF"/>
    <w:rsid w:val="004E447B"/>
    <w:rsid w:val="004E5C86"/>
    <w:rsid w:val="0051647D"/>
    <w:rsid w:val="00520E3E"/>
    <w:rsid w:val="00531E6B"/>
    <w:rsid w:val="00532402"/>
    <w:rsid w:val="005358F0"/>
    <w:rsid w:val="00535E5C"/>
    <w:rsid w:val="00542E54"/>
    <w:rsid w:val="005531DF"/>
    <w:rsid w:val="00577BFE"/>
    <w:rsid w:val="00592F1F"/>
    <w:rsid w:val="0059765B"/>
    <w:rsid w:val="005B0C7F"/>
    <w:rsid w:val="005B33C4"/>
    <w:rsid w:val="005C32E3"/>
    <w:rsid w:val="005E41F3"/>
    <w:rsid w:val="005E5BEA"/>
    <w:rsid w:val="005F20B0"/>
    <w:rsid w:val="005F54E2"/>
    <w:rsid w:val="006069E3"/>
    <w:rsid w:val="006121D9"/>
    <w:rsid w:val="0062392E"/>
    <w:rsid w:val="0063012D"/>
    <w:rsid w:val="00631397"/>
    <w:rsid w:val="00642188"/>
    <w:rsid w:val="00660FD8"/>
    <w:rsid w:val="00666E6B"/>
    <w:rsid w:val="00695865"/>
    <w:rsid w:val="006C10AB"/>
    <w:rsid w:val="006C5B17"/>
    <w:rsid w:val="006C63CC"/>
    <w:rsid w:val="006D5552"/>
    <w:rsid w:val="00704DB7"/>
    <w:rsid w:val="007163A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02D3C"/>
    <w:rsid w:val="00824AF3"/>
    <w:rsid w:val="008267CC"/>
    <w:rsid w:val="008543DC"/>
    <w:rsid w:val="008575F7"/>
    <w:rsid w:val="00863471"/>
    <w:rsid w:val="00863E44"/>
    <w:rsid w:val="00867EB6"/>
    <w:rsid w:val="00876013"/>
    <w:rsid w:val="00892418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26113"/>
    <w:rsid w:val="00934BE8"/>
    <w:rsid w:val="0094746D"/>
    <w:rsid w:val="00962E8D"/>
    <w:rsid w:val="009652C8"/>
    <w:rsid w:val="009756E4"/>
    <w:rsid w:val="00994614"/>
    <w:rsid w:val="00994D7B"/>
    <w:rsid w:val="009A3AD4"/>
    <w:rsid w:val="009A4B83"/>
    <w:rsid w:val="009B1C8A"/>
    <w:rsid w:val="009B28B6"/>
    <w:rsid w:val="009B28F2"/>
    <w:rsid w:val="009B4F74"/>
    <w:rsid w:val="009D3C97"/>
    <w:rsid w:val="00A22888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43C41"/>
    <w:rsid w:val="00B62EB5"/>
    <w:rsid w:val="00B85572"/>
    <w:rsid w:val="00B93041"/>
    <w:rsid w:val="00B94416"/>
    <w:rsid w:val="00B9518F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57ED1"/>
    <w:rsid w:val="00C6311A"/>
    <w:rsid w:val="00C644B7"/>
    <w:rsid w:val="00C83C52"/>
    <w:rsid w:val="00CA286A"/>
    <w:rsid w:val="00CA7D6A"/>
    <w:rsid w:val="00CE5640"/>
    <w:rsid w:val="00D12D0A"/>
    <w:rsid w:val="00D22131"/>
    <w:rsid w:val="00D267F9"/>
    <w:rsid w:val="00D33B9A"/>
    <w:rsid w:val="00D35CA5"/>
    <w:rsid w:val="00D363EE"/>
    <w:rsid w:val="00D43ABB"/>
    <w:rsid w:val="00D444C9"/>
    <w:rsid w:val="00D46514"/>
    <w:rsid w:val="00D74CFF"/>
    <w:rsid w:val="00D86657"/>
    <w:rsid w:val="00D90B81"/>
    <w:rsid w:val="00DA5FDA"/>
    <w:rsid w:val="00DC075E"/>
    <w:rsid w:val="00DC54B9"/>
    <w:rsid w:val="00DD373E"/>
    <w:rsid w:val="00DE6E8B"/>
    <w:rsid w:val="00DF46A7"/>
    <w:rsid w:val="00E01738"/>
    <w:rsid w:val="00E121E0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32294"/>
    <w:rsid w:val="00F44E8E"/>
    <w:rsid w:val="00F51532"/>
    <w:rsid w:val="00F51822"/>
    <w:rsid w:val="00F5401D"/>
    <w:rsid w:val="00F736B6"/>
    <w:rsid w:val="00F82337"/>
    <w:rsid w:val="00F939FC"/>
    <w:rsid w:val="00F9443F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0</TotalTime>
  <Pages>1</Pages>
  <Words>175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1067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Ibekwe, Destiny</cp:lastModifiedBy>
  <cp:revision>3</cp:revision>
  <cp:lastPrinted>2010-10-27T10:19:00Z</cp:lastPrinted>
  <dcterms:created xsi:type="dcterms:W3CDTF">2016-07-07T14:37:00Z</dcterms:created>
  <dcterms:modified xsi:type="dcterms:W3CDTF">2016-07-07T14:40:00Z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